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62E40-B37A-4541-91CD-E3CDEB74ABE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